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288416-4CC9-4471-BD2A-F44D5BCE0DB7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